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岗位证书扫描件：</w:t>
      </w:r>
    </w:p>
    <w:p>
      <w:pPr>
        <w:rPr>
          <w:rFonts w:hint="eastAsia"/>
          <w:sz w:val="32"/>
          <w:szCs w:val="32"/>
        </w:rPr>
      </w:pPr>
      <w:bookmarkStart w:id="0" w:name="_GoBack"/>
      <w:bookmarkEnd w:id="0"/>
    </w:p>
    <w:p>
      <w:pPr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 w:eastAsiaTheme="minorEastAsia"/>
          <w:sz w:val="32"/>
          <w:szCs w:val="32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68580</wp:posOffset>
            </wp:positionV>
            <wp:extent cx="5267325" cy="3617595"/>
            <wp:effectExtent l="0" t="0" r="5715" b="9525"/>
            <wp:wrapTopAndBottom/>
            <wp:docPr id="2" name="图片 2" descr="岗位证书（安装维修工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岗位证书（安装维修工）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617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-91440</wp:posOffset>
            </wp:positionH>
            <wp:positionV relativeFrom="paragraph">
              <wp:posOffset>1158240</wp:posOffset>
            </wp:positionV>
            <wp:extent cx="5264150" cy="1743075"/>
            <wp:effectExtent l="0" t="0" r="8890" b="9525"/>
            <wp:wrapTopAndBottom/>
            <wp:docPr id="1" name="图片 1" descr="身份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身份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</w:rPr>
        <w:t>身份证扫描件：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黄草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行楷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1545C1"/>
    <w:rsid w:val="4C1545C1"/>
    <w:rsid w:val="6D535020"/>
    <w:rsid w:val="6E160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2018-07-27T03:20:00Z</dcterms:created>
  <dc:creator>Administrator</dc:creator>
  <cp:lastModifiedBy>Administrator</cp:lastModifiedBy>
  <dcterms:modified xsi:type="dcterms:W3CDTF">2018-07-27T03:46:12Z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